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0FA6CC0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CEE822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504AEB6" w14:textId="7698BCD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66D25">
        <w:rPr>
          <w:rFonts w:ascii="Corbel" w:hAnsi="Corbel"/>
          <w:i/>
          <w:smallCaps/>
          <w:sz w:val="24"/>
          <w:szCs w:val="24"/>
        </w:rPr>
        <w:t xml:space="preserve"> </w:t>
      </w:r>
      <w:r w:rsidR="00AB1439">
        <w:rPr>
          <w:rFonts w:ascii="Corbel" w:hAnsi="Corbel" w:eastAsia="Corbel" w:cs="Corbel"/>
          <w:i/>
          <w:sz w:val="24"/>
        </w:rPr>
        <w:t>2021-2024</w:t>
      </w:r>
    </w:p>
    <w:p w:rsidR="0085747A" w:rsidP="00AB1439" w:rsidRDefault="0085747A" w14:paraId="0FAF3A59" w14:textId="7777777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05E2955" w14:textId="751A06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666D25">
        <w:rPr>
          <w:rFonts w:ascii="Corbel" w:hAnsi="Corbel"/>
          <w:sz w:val="20"/>
          <w:szCs w:val="20"/>
        </w:rPr>
        <w:t xml:space="preserve">ok akademicki </w:t>
      </w:r>
      <w:r w:rsidR="00AB1439">
        <w:rPr>
          <w:rFonts w:ascii="Corbel" w:hAnsi="Corbel" w:eastAsia="Corbel" w:cs="Corbel"/>
          <w:sz w:val="24"/>
        </w:rPr>
        <w:t>2021/2022</w:t>
      </w:r>
    </w:p>
    <w:p w:rsidRPr="009C54AE" w:rsidR="0085747A" w:rsidP="009C54AE" w:rsidRDefault="0085747A" w14:paraId="47647E8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556DEB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F7510E0" w14:paraId="245CEC3A" w14:textId="77777777">
        <w:tc>
          <w:tcPr>
            <w:tcW w:w="2694" w:type="dxa"/>
            <w:tcMar/>
            <w:vAlign w:val="center"/>
          </w:tcPr>
          <w:p w:rsidRPr="005A0D63" w:rsidR="0085747A" w:rsidP="009C54AE" w:rsidRDefault="00C05F44" w14:paraId="20AA7B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AB1439" w:rsidR="0085747A" w:rsidP="009C54AE" w:rsidRDefault="008C13BA" w14:paraId="47445A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1439">
              <w:rPr>
                <w:rFonts w:ascii="Corbel" w:hAnsi="Corbel"/>
                <w:sz w:val="24"/>
                <w:szCs w:val="24"/>
              </w:rPr>
              <w:t>Wprowadzenie do pracy socjalnej</w:t>
            </w:r>
          </w:p>
        </w:tc>
      </w:tr>
      <w:tr w:rsidRPr="009C54AE" w:rsidR="0085747A" w:rsidTr="4F7510E0" w14:paraId="0E532791" w14:textId="77777777">
        <w:tc>
          <w:tcPr>
            <w:tcW w:w="2694" w:type="dxa"/>
            <w:tcMar/>
            <w:vAlign w:val="center"/>
          </w:tcPr>
          <w:p w:rsidRPr="005A0D63" w:rsidR="0085747A" w:rsidP="009C54AE" w:rsidRDefault="00C05F44" w14:paraId="1BDF40E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5A0D63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F7510E0" w:rsidRDefault="00EC104F" w14:paraId="5ECA34A9" w14:textId="45DDC79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F7510E0" w:rsidR="00EC104F">
              <w:rPr>
                <w:rFonts w:ascii="Corbel" w:hAnsi="Corbel"/>
                <w:b w:val="0"/>
                <w:bCs w:val="0"/>
                <w:sz w:val="24"/>
                <w:szCs w:val="24"/>
              </w:rPr>
              <w:t>P1S[1]</w:t>
            </w:r>
            <w:r w:rsidRPr="4F7510E0" w:rsidR="2B248AE9">
              <w:rPr>
                <w:rFonts w:ascii="Corbel" w:hAnsi="Corbel"/>
                <w:b w:val="0"/>
                <w:bCs w:val="0"/>
                <w:sz w:val="24"/>
                <w:szCs w:val="24"/>
              </w:rPr>
              <w:t>O</w:t>
            </w:r>
            <w:r w:rsidRPr="4F7510E0" w:rsidR="00EC104F">
              <w:rPr>
                <w:rFonts w:ascii="Corbel" w:hAnsi="Corbel"/>
                <w:b w:val="0"/>
                <w:bCs w:val="0"/>
                <w:sz w:val="24"/>
                <w:szCs w:val="24"/>
              </w:rPr>
              <w:t>_03</w:t>
            </w:r>
          </w:p>
        </w:tc>
      </w:tr>
      <w:tr w:rsidRPr="009C54AE" w:rsidR="0085747A" w:rsidTr="4F7510E0" w14:paraId="5E8CCE32" w14:textId="77777777">
        <w:tc>
          <w:tcPr>
            <w:tcW w:w="2694" w:type="dxa"/>
            <w:tcMar/>
            <w:vAlign w:val="center"/>
          </w:tcPr>
          <w:p w:rsidRPr="005A0D63" w:rsidR="0085747A" w:rsidP="00EA4832" w:rsidRDefault="0085747A" w14:paraId="272195E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Pr="005A0D63" w:rsidR="00C05F4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6D25" w14:paraId="4E81A4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F7510E0" w14:paraId="1A442523" w14:textId="77777777">
        <w:tc>
          <w:tcPr>
            <w:tcW w:w="2694" w:type="dxa"/>
            <w:tcMar/>
            <w:vAlign w:val="center"/>
          </w:tcPr>
          <w:p w:rsidRPr="005A0D63" w:rsidR="0085747A" w:rsidP="009C54AE" w:rsidRDefault="0085747A" w14:paraId="5ACF38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6D25" w14:paraId="5ABCDB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F7510E0" w14:paraId="435964A5" w14:textId="77777777">
        <w:tc>
          <w:tcPr>
            <w:tcW w:w="2694" w:type="dxa"/>
            <w:tcMar/>
            <w:vAlign w:val="center"/>
          </w:tcPr>
          <w:p w:rsidRPr="005A0D63" w:rsidR="0085747A" w:rsidP="009C54AE" w:rsidRDefault="0085747A" w14:paraId="435166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13BA" w14:paraId="24D2BA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4F7510E0" w14:paraId="7A080257" w14:textId="77777777">
        <w:tc>
          <w:tcPr>
            <w:tcW w:w="2694" w:type="dxa"/>
            <w:tcMar/>
            <w:vAlign w:val="center"/>
          </w:tcPr>
          <w:p w:rsidRPr="005A0D63" w:rsidR="0085747A" w:rsidP="009C54AE" w:rsidRDefault="00DE4A14" w14:paraId="5776EC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6D25" w14:paraId="08532D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4F7510E0" w14:paraId="728F178B" w14:textId="77777777">
        <w:tc>
          <w:tcPr>
            <w:tcW w:w="2694" w:type="dxa"/>
            <w:tcMar/>
            <w:vAlign w:val="center"/>
          </w:tcPr>
          <w:p w:rsidRPr="005A0D63" w:rsidR="0085747A" w:rsidP="009C54AE" w:rsidRDefault="0085747A" w14:paraId="204ECE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6D25" w14:paraId="0A5B7B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4F7510E0" w14:paraId="45B40505" w14:textId="77777777">
        <w:tc>
          <w:tcPr>
            <w:tcW w:w="2694" w:type="dxa"/>
            <w:tcMar/>
            <w:vAlign w:val="center"/>
          </w:tcPr>
          <w:p w:rsidRPr="005A0D63" w:rsidR="0085747A" w:rsidP="009C54AE" w:rsidRDefault="0085747A" w14:paraId="768734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13BA" w14:paraId="3BE470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F7510E0" w14:paraId="2F4CE1DE" w14:textId="77777777">
        <w:tc>
          <w:tcPr>
            <w:tcW w:w="2694" w:type="dxa"/>
            <w:tcMar/>
            <w:vAlign w:val="center"/>
          </w:tcPr>
          <w:p w:rsidRPr="005A0D63" w:rsidR="0085747A" w:rsidP="009C54AE" w:rsidRDefault="0085747A" w14:paraId="263177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Pr="005A0D63" w:rsidR="0030395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5A0D63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13BA" w14:paraId="52C6CA54" w14:textId="6CA67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258E0">
              <w:rPr>
                <w:rFonts w:ascii="Corbel" w:hAnsi="Corbel"/>
                <w:b w:val="0"/>
                <w:sz w:val="24"/>
                <w:szCs w:val="24"/>
              </w:rPr>
              <w:t xml:space="preserve">1,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Pr="009C54AE" w:rsidR="0085747A" w:rsidTr="4F7510E0" w14:paraId="16BA495A" w14:textId="77777777">
        <w:tc>
          <w:tcPr>
            <w:tcW w:w="2694" w:type="dxa"/>
            <w:tcMar/>
            <w:vAlign w:val="center"/>
          </w:tcPr>
          <w:p w:rsidRPr="005A0D63" w:rsidR="0085747A" w:rsidP="009C54AE" w:rsidRDefault="0085747A" w14:paraId="3381C3F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6D25" w14:paraId="144784B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4F7510E0" w14:paraId="084BE31C" w14:textId="77777777">
        <w:tc>
          <w:tcPr>
            <w:tcW w:w="2694" w:type="dxa"/>
            <w:tcMar/>
            <w:vAlign w:val="center"/>
          </w:tcPr>
          <w:p w:rsidRPr="005A0D63" w:rsidR="00923D7D" w:rsidP="009C54AE" w:rsidRDefault="00923D7D" w14:paraId="039CCD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4F7510E0" w:rsidRDefault="008C13BA" w14:paraId="317FA0E3" w14:textId="2E5D15B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F7510E0" w:rsidR="3A3CFC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jęz. </w:t>
            </w:r>
            <w:r w:rsidRPr="4F7510E0" w:rsidR="008C13BA">
              <w:rPr>
                <w:rFonts w:ascii="Corbel" w:hAnsi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9C54AE" w:rsidR="0085747A" w:rsidTr="4F7510E0" w14:paraId="736A6984" w14:textId="77777777">
        <w:tc>
          <w:tcPr>
            <w:tcW w:w="2694" w:type="dxa"/>
            <w:tcMar/>
            <w:vAlign w:val="center"/>
          </w:tcPr>
          <w:p w:rsidRPr="005A0D63" w:rsidR="0085747A" w:rsidP="009C54AE" w:rsidRDefault="0085747A" w14:paraId="625456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66D25" w14:paraId="5898A7CE" w14:textId="54D6C0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Teresa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Zbyrad</w:t>
            </w:r>
            <w:proofErr w:type="spellEnd"/>
          </w:p>
        </w:tc>
      </w:tr>
      <w:tr w:rsidRPr="009C54AE" w:rsidR="0085747A" w:rsidTr="4F7510E0" w14:paraId="316BE8B8" w14:textId="77777777">
        <w:tc>
          <w:tcPr>
            <w:tcW w:w="2694" w:type="dxa"/>
            <w:tcMar/>
            <w:vAlign w:val="center"/>
          </w:tcPr>
          <w:p w:rsidRPr="005A0D63" w:rsidR="0085747A" w:rsidP="009C54AE" w:rsidRDefault="0085747A" w14:paraId="545EEB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EC104F" w:rsidP="00EC104F" w:rsidRDefault="00CE4829" w14:paraId="79F7C5CB" w14:textId="4DA4AA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Pr="009C54AE" w:rsidR="0085747A" w:rsidP="009C54AE" w:rsidRDefault="0085747A" w14:paraId="13CBAAF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F9D77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1CCC0A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F7510E0" w14:paraId="2983751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D63" w:rsidR="00015B8F" w:rsidP="00AB1439" w:rsidRDefault="00015B8F" w14:paraId="3707DC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5A0D63" w:rsidR="00015B8F" w:rsidP="00AB1439" w:rsidRDefault="002B5EA0" w14:paraId="43AC84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5A0D63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4C741D0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1D8AD1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71870B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64D126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D63" w:rsidR="00015B8F" w:rsidP="00AB1439" w:rsidRDefault="00015B8F" w14:paraId="46B0D1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08594BF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64C4EF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5A0D6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5A0D6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7221B2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D63" w:rsidR="00015B8F" w:rsidP="00AB1439" w:rsidRDefault="00015B8F" w14:paraId="11D4BD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5A0D63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5A0D63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5A0D63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Pr="009C54AE" w:rsidR="00015B8F" w:rsidTr="4F7510E0" w14:paraId="26707D11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EC104F" w14:paraId="3330A0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EC104F" w14:paraId="6B7B7C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EC104F" w14:paraId="7B6EF5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015B8F" w14:paraId="6AC7385D" w14:textId="3492C2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 w:rsidR="5D96A98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015B8F" w14:paraId="77CA2A50" w14:textId="0EBA6D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 w:rsidR="5D96A98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015B8F" w14:paraId="21C639DF" w14:textId="25DE0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 w:rsidR="5D96A98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015B8F" w14:paraId="4CA6EEC3" w14:textId="63C8E7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 w:rsidR="5D96A98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015B8F" w14:paraId="3B228502" w14:textId="4208268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 w:rsidR="5D96A98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015B8F" w14:paraId="36557338" w14:textId="66AD2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7510E0" w:rsidR="5D96A98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1439" w:rsidRDefault="00EC104F" w14:paraId="07320ED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4CDDAFB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FABA7D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B1439" w:rsidP="00F83B28" w:rsidRDefault="00AB1439" w14:paraId="7C04DBB9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AB1439" w14:paraId="27520C0A" w14:textId="77EC32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  </w:t>
      </w:r>
      <w:r w:rsidRPr="00AB1439">
        <w:rPr>
          <w:rFonts w:ascii="Corbel" w:hAnsi="Corbel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1A4B31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676B8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39B216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B1439" w:rsidP="009C54AE" w:rsidRDefault="00AB1439" w14:paraId="30206B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C258E0" w14:paraId="315C488D" w14:textId="54F402E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3C58198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AD8DEE9" w14:textId="3C7CEEF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B1439" w:rsidP="009C54AE" w:rsidRDefault="00AB1439" w14:paraId="1FE951C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A9986E5" w14:textId="77777777">
        <w:tc>
          <w:tcPr>
            <w:tcW w:w="9670" w:type="dxa"/>
          </w:tcPr>
          <w:p w:rsidRPr="009C54AE" w:rsidR="0085747A" w:rsidP="009C54AE" w:rsidRDefault="00EC104F" w14:paraId="629EA129" w14:textId="3B5EBC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„Wiedza o społeczeństwie” realizowanym na poziomie szkoły średniej.</w:t>
            </w:r>
          </w:p>
        </w:tc>
      </w:tr>
    </w:tbl>
    <w:p w:rsidR="00153C41" w:rsidP="009C54AE" w:rsidRDefault="00153C41" w14:paraId="6ED8F9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AB1439" w14:paraId="14F02145" w14:textId="66C9ED7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B39146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7D19AE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F313D3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4802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1"/>
        <w:gridCol w:w="8766"/>
      </w:tblGrid>
      <w:tr w:rsidRPr="009C54AE" w:rsidR="00C258E0" w:rsidTr="4F7510E0" w14:paraId="42E0F899" w14:textId="77777777">
        <w:tc>
          <w:tcPr>
            <w:tcW w:w="254" w:type="pct"/>
            <w:tcMar/>
            <w:vAlign w:val="center"/>
          </w:tcPr>
          <w:p w:rsidRPr="005A0D63" w:rsidR="00C258E0" w:rsidP="009C54AE" w:rsidRDefault="00C258E0" w14:paraId="1F05DC3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A0D6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4746" w:type="pct"/>
            <w:tcMar/>
            <w:vAlign w:val="center"/>
          </w:tcPr>
          <w:p w:rsidRPr="004325BD" w:rsidR="00C258E0" w:rsidP="4F7510E0" w:rsidRDefault="00C258E0" w14:paraId="3EDD17A5" w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4F7510E0" w:rsidR="00C258E0">
              <w:rPr>
                <w:rStyle w:val="wrtext"/>
                <w:rFonts w:ascii="Corbel" w:hAnsi="Corbel" w:eastAsia="Calibri"/>
                <w:b w:val="0"/>
                <w:bCs w:val="0"/>
                <w:sz w:val="24"/>
                <w:szCs w:val="24"/>
                <w:lang w:val="pl-PL"/>
              </w:rPr>
              <w:t>Zapozn</w:t>
            </w:r>
            <w:r w:rsidRPr="4F7510E0" w:rsidR="00C258E0">
              <w:rPr>
                <w:rStyle w:val="wrtext"/>
                <w:rFonts w:ascii="Corbel" w:hAnsi="Corbel" w:eastAsia="Calibri"/>
                <w:b w:val="0"/>
                <w:bCs w:val="0"/>
                <w:sz w:val="24"/>
                <w:szCs w:val="24"/>
                <w:lang w:val="pl-PL"/>
              </w:rPr>
              <w:t xml:space="preserve">anie studentów z instytucją </w:t>
            </w:r>
            <w:r w:rsidRPr="4F7510E0" w:rsidR="00C258E0">
              <w:rPr>
                <w:rStyle w:val="wrtext"/>
                <w:rFonts w:ascii="Corbel" w:hAnsi="Corbel" w:eastAsia="Calibri"/>
                <w:b w:val="0"/>
                <w:bCs w:val="0"/>
                <w:sz w:val="24"/>
                <w:szCs w:val="24"/>
                <w:lang w:val="pl-PL"/>
              </w:rPr>
              <w:t>pomocy społecznej</w:t>
            </w:r>
            <w:r w:rsidRPr="4F7510E0" w:rsidR="00C258E0">
              <w:rPr>
                <w:rStyle w:val="wrtext"/>
                <w:rFonts w:ascii="Corbel" w:hAnsi="Corbel" w:eastAsia="Calibri"/>
                <w:b w:val="0"/>
                <w:bCs w:val="0"/>
                <w:sz w:val="24"/>
                <w:szCs w:val="24"/>
                <w:lang w:val="pl-PL"/>
              </w:rPr>
              <w:t>, jej etapami kształtowania się</w:t>
            </w:r>
            <w:r w:rsidRPr="4F7510E0" w:rsidR="00C258E0">
              <w:rPr>
                <w:rStyle w:val="wrtext"/>
                <w:rFonts w:ascii="Corbel" w:hAnsi="Corbel" w:eastAsia="Calibri"/>
                <w:b w:val="0"/>
                <w:bCs w:val="0"/>
                <w:sz w:val="24"/>
                <w:szCs w:val="24"/>
                <w:lang w:val="pl-PL"/>
              </w:rPr>
              <w:t xml:space="preserve"> oraz jej powiązaniami z innymi dziedzinami nauk.  </w:t>
            </w:r>
          </w:p>
        </w:tc>
      </w:tr>
      <w:tr w:rsidRPr="009C54AE" w:rsidR="00C258E0" w:rsidTr="4F7510E0" w14:paraId="3E033012" w14:textId="77777777">
        <w:tc>
          <w:tcPr>
            <w:tcW w:w="254" w:type="pct"/>
            <w:tcMar/>
            <w:vAlign w:val="center"/>
          </w:tcPr>
          <w:p w:rsidRPr="005A0D63" w:rsidR="00C258E0" w:rsidP="009C54AE" w:rsidRDefault="00C258E0" w14:paraId="4BADCF6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4746" w:type="pct"/>
            <w:tcMar/>
            <w:vAlign w:val="center"/>
          </w:tcPr>
          <w:p w:rsidRPr="004325BD" w:rsidR="00C258E0" w:rsidP="4F7510E0" w:rsidRDefault="00C258E0" w14:paraId="65F9DF94" w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4F7510E0" w:rsidR="00C258E0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Zaznaj</w:t>
            </w:r>
            <w:r w:rsidRPr="4F7510E0" w:rsidR="00C258E0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omienie studentów z zadaniami pomocy społecznej i istotą </w:t>
            </w:r>
            <w:r w:rsidRPr="4F7510E0" w:rsidR="00C258E0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pracy socjalnej.</w:t>
            </w:r>
          </w:p>
        </w:tc>
      </w:tr>
      <w:tr w:rsidRPr="009C54AE" w:rsidR="00C258E0" w:rsidTr="4F7510E0" w14:paraId="1518F8BE" w14:textId="77777777">
        <w:tc>
          <w:tcPr>
            <w:tcW w:w="254" w:type="pct"/>
            <w:tcMar/>
            <w:vAlign w:val="center"/>
          </w:tcPr>
          <w:p w:rsidRPr="005A0D63" w:rsidR="00C258E0" w:rsidP="009C54AE" w:rsidRDefault="00C258E0" w14:paraId="1B57ED5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4746" w:type="pct"/>
            <w:tcMar/>
            <w:vAlign w:val="center"/>
          </w:tcPr>
          <w:p w:rsidR="00C258E0" w:rsidP="4F7510E0" w:rsidRDefault="00C258E0" w14:paraId="173820E8" w14:textId="77777777">
            <w:pPr>
              <w:pStyle w:val="Podpunkty"/>
              <w:spacing w:before="40" w:after="40"/>
              <w:ind w:left="0"/>
              <w:jc w:val="both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4F7510E0" w:rsidR="00C258E0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Zapoznanie stud</w:t>
            </w:r>
            <w:r w:rsidRPr="4F7510E0" w:rsidR="00C258E0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entów z podstawowymi aktami prawnymi, jak np. ustawa o pomocy społecznej; z instytucjami pomocy społecznej i ich strukturą; z realizatorami pracy socjalnej tj. pracownikami socjalnymi, ich statusem zawodowym, zadaniami, metodami pracy, trudnościami, etycznymi wymaganiami i dylematami. Zapoznanie z</w:t>
            </w:r>
          </w:p>
          <w:p w:rsidRPr="004325BD" w:rsidR="00C258E0" w:rsidP="4F7510E0" w:rsidRDefault="00C258E0" w14:paraId="5F532E02" w14:textId="77777777">
            <w:pPr>
              <w:pStyle w:val="Podpunkty"/>
              <w:spacing w:before="40" w:after="40"/>
              <w:ind w:left="0"/>
              <w:jc w:val="both"/>
              <w:rPr>
                <w:rStyle w:val="wrtext"/>
                <w:rFonts w:ascii="Corbel" w:hAnsi="Corbel" w:eastAsia="Calibri"/>
                <w:b w:val="0"/>
                <w:bCs w:val="0"/>
                <w:sz w:val="24"/>
                <w:szCs w:val="24"/>
                <w:lang w:val="pl-PL"/>
              </w:rPr>
            </w:pPr>
            <w:r w:rsidRPr="4F7510E0" w:rsidR="00C258E0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założeniami na których opiera się współczesna, profesjonalna praca socjalna.</w:t>
            </w:r>
          </w:p>
        </w:tc>
      </w:tr>
    </w:tbl>
    <w:p w:rsidRPr="009C54AE" w:rsidR="0085747A" w:rsidP="009C54AE" w:rsidRDefault="0085747A" w14:paraId="7A0B47B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DCB4E9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B939EC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Pr="009C54AE" w:rsidR="0085747A" w:rsidTr="4F7510E0" w14:paraId="0831D6C3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093DEA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276151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5B91EC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57F1C" w:rsidTr="4F7510E0" w14:paraId="77479C44" w14:textId="77777777">
        <w:tc>
          <w:tcPr>
            <w:tcW w:w="1701" w:type="dxa"/>
            <w:tcMar/>
          </w:tcPr>
          <w:p w:rsidRPr="009C54AE" w:rsidR="00157F1C" w:rsidP="009C54AE" w:rsidRDefault="00157F1C" w14:paraId="7B089A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157F1C" w:rsidP="4F7510E0" w:rsidRDefault="00157F1C" w14:paraId="141C32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posiada wiedzę na temat pracy socjalnej i jej interdyscyplinarności.</w:t>
            </w:r>
          </w:p>
        </w:tc>
        <w:tc>
          <w:tcPr>
            <w:tcW w:w="1873" w:type="dxa"/>
            <w:tcMar/>
          </w:tcPr>
          <w:p w:rsidRPr="009C54AE" w:rsidR="00157F1C" w:rsidP="00AD2C4F" w:rsidRDefault="00157F1C" w14:paraId="18C5CC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K_Wo1</w:t>
            </w:r>
          </w:p>
        </w:tc>
      </w:tr>
      <w:tr w:rsidRPr="009C54AE" w:rsidR="00157F1C" w:rsidTr="4F7510E0" w14:paraId="18764B13" w14:textId="77777777">
        <w:tc>
          <w:tcPr>
            <w:tcW w:w="1701" w:type="dxa"/>
            <w:tcMar/>
          </w:tcPr>
          <w:p w:rsidRPr="009C54AE" w:rsidR="00157F1C" w:rsidP="009C54AE" w:rsidRDefault="00157F1C" w14:paraId="1142D8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157F1C" w:rsidP="4F7510E0" w:rsidRDefault="00157F1C" w14:paraId="4C864903" w14:textId="45252F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zna podstawowe terminy używane w pracy socjalnej</w:t>
            </w:r>
            <w:r w:rsidRPr="4F7510E0" w:rsidR="3F721128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9C54AE" w:rsidR="00157F1C" w:rsidP="00AD2C4F" w:rsidRDefault="00157F1C" w14:paraId="56ABD0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Pr="009C54AE" w:rsidR="00157F1C" w:rsidTr="4F7510E0" w14:paraId="285E2ABF" w14:textId="77777777">
        <w:tc>
          <w:tcPr>
            <w:tcW w:w="1701" w:type="dxa"/>
            <w:tcMar/>
          </w:tcPr>
          <w:p w:rsidRPr="009C54AE" w:rsidR="00157F1C" w:rsidP="009C54AE" w:rsidRDefault="00157F1C" w14:paraId="0D2AE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C54AE" w:rsidR="00157F1C" w:rsidP="4F7510E0" w:rsidRDefault="00157F1C" w14:paraId="413B9235" w14:textId="08647F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potrafi prawidłowo interpretować</w:t>
            </w:r>
            <w:r w:rsidRPr="4F7510E0" w:rsidR="598BE35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podstawowe problemy pracy socjalnej z uwzględnieniem</w:t>
            </w:r>
            <w:r w:rsidRPr="4F7510E0" w:rsidR="21D1C6A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zjawisk społecznych, które znajdują się w kręgu zainteresowań polityki społecznej</w:t>
            </w: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9C54AE" w:rsidR="00157F1C" w:rsidP="00AD2C4F" w:rsidRDefault="00157F1C" w14:paraId="2564D5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Pr="009C54AE" w:rsidR="00157F1C" w:rsidTr="4F7510E0" w14:paraId="60822AC1" w14:textId="77777777">
        <w:tc>
          <w:tcPr>
            <w:tcW w:w="1701" w:type="dxa"/>
            <w:tcMar/>
          </w:tcPr>
          <w:p w:rsidRPr="009C54AE" w:rsidR="00157F1C" w:rsidP="009C54AE" w:rsidRDefault="00157F1C" w14:paraId="3F9AA6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="00157F1C" w:rsidP="4F7510E0" w:rsidRDefault="00157F1C" w14:paraId="2AE5B616" w14:textId="5CEB8E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potrafi wykorzystać podstawową wiedzę teoretyczną </w:t>
            </w:r>
            <w:r w:rsidRPr="4F7510E0" w:rsidR="45AB82B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związaną z procesami zachodzącymi w społeczeństwie i odnosić się do klasycznych podejść pracy socjalnej podczas </w:t>
            </w:r>
            <w:r w:rsidRPr="4F7510E0" w:rsidR="45AB82B7">
              <w:rPr>
                <w:rFonts w:ascii="Corbel" w:hAnsi="Corbel"/>
                <w:b w:val="0"/>
                <w:bCs w:val="0"/>
                <w:caps w:val="0"/>
                <w:smallCaps w:val="0"/>
              </w:rPr>
              <w:t>diagnozowania</w:t>
            </w:r>
            <w:r w:rsidRPr="4F7510E0" w:rsidR="45AB82B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zjawisk i procesów społecznych</w:t>
            </w: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="00157F1C" w:rsidP="00AD2C4F" w:rsidRDefault="00157F1C" w14:paraId="498724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K_Uo2</w:t>
            </w:r>
          </w:p>
        </w:tc>
      </w:tr>
      <w:tr w:rsidRPr="009C54AE" w:rsidR="00157F1C" w:rsidTr="4F7510E0" w14:paraId="54367FA4" w14:textId="77777777">
        <w:tc>
          <w:tcPr>
            <w:tcW w:w="1701" w:type="dxa"/>
            <w:tcMar/>
          </w:tcPr>
          <w:p w:rsidRPr="009C54AE" w:rsidR="00157F1C" w:rsidP="009C54AE" w:rsidRDefault="00157F1C" w14:paraId="7CAF18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="00157F1C" w:rsidP="4F7510E0" w:rsidRDefault="00157F1C" w14:paraId="644670FD" w14:textId="50101E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4F7510E0" w:rsidR="5759DFDB">
              <w:rPr>
                <w:rFonts w:ascii="Corbel" w:hAnsi="Corbel"/>
                <w:b w:val="0"/>
                <w:bCs w:val="0"/>
                <w:caps w:val="0"/>
                <w:smallCaps w:val="0"/>
              </w:rPr>
              <w:t>jest gotów</w:t>
            </w: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posługiwać się podstawowymi </w:t>
            </w:r>
            <w:r w:rsidRPr="4F7510E0" w:rsidR="392AA6E9">
              <w:rPr>
                <w:rFonts w:ascii="Corbel" w:hAnsi="Corbel"/>
                <w:b w:val="0"/>
                <w:bCs w:val="0"/>
                <w:caps w:val="0"/>
                <w:smallCaps w:val="0"/>
              </w:rPr>
              <w:t>koncepcjami</w:t>
            </w: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teoretycznymi w analizowaniu, diagnozowaniu oraz </w:t>
            </w:r>
            <w:r w:rsidRPr="4F7510E0" w:rsidR="1898C413">
              <w:rPr>
                <w:rFonts w:ascii="Corbel" w:hAnsi="Corbel"/>
                <w:b w:val="0"/>
                <w:bCs w:val="0"/>
                <w:caps w:val="0"/>
                <w:smallCaps w:val="0"/>
              </w:rPr>
              <w:t>tworzeniu programów</w:t>
            </w: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F7510E0" w:rsidR="7BF4CF02">
              <w:rPr>
                <w:rFonts w:ascii="Corbel" w:hAnsi="Corbel"/>
                <w:b w:val="0"/>
                <w:bCs w:val="0"/>
                <w:caps w:val="0"/>
                <w:smallCaps w:val="0"/>
              </w:rPr>
              <w:t>socjalnych.</w:t>
            </w:r>
          </w:p>
        </w:tc>
        <w:tc>
          <w:tcPr>
            <w:tcW w:w="1873" w:type="dxa"/>
            <w:tcMar/>
          </w:tcPr>
          <w:p w:rsidR="00157F1C" w:rsidP="00AD2C4F" w:rsidRDefault="00157F1C" w14:paraId="7D6985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K_Ko5</w:t>
            </w:r>
          </w:p>
        </w:tc>
      </w:tr>
    </w:tbl>
    <w:p w:rsidRPr="009C54AE" w:rsidR="0085747A" w:rsidP="009C54AE" w:rsidRDefault="0085747A" w14:paraId="49CBA09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3DD0E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286484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48F517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6E1AFDB" w14:textId="77777777">
        <w:tc>
          <w:tcPr>
            <w:tcW w:w="9639" w:type="dxa"/>
          </w:tcPr>
          <w:p w:rsidRPr="009C54AE" w:rsidR="0085747A" w:rsidP="009C54AE" w:rsidRDefault="0085747A" w14:paraId="2935FAC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6EDF292" w14:textId="77777777">
        <w:tc>
          <w:tcPr>
            <w:tcW w:w="9639" w:type="dxa"/>
          </w:tcPr>
          <w:p w:rsidRPr="007368E8" w:rsidR="0085747A" w:rsidP="007368E8" w:rsidRDefault="004337E6" w14:paraId="6B2434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Ewolucja pomocy społecznej – opieki społecznej do pomocy społecznej; od opiekuna społecznego – do pracownika socjalnego. Różnice pomiędzy opieką a pomocą</w:t>
            </w:r>
          </w:p>
        </w:tc>
      </w:tr>
      <w:tr w:rsidRPr="009C54AE" w:rsidR="0085747A" w:rsidTr="00923D7D" w14:paraId="2D90E79D" w14:textId="77777777">
        <w:tc>
          <w:tcPr>
            <w:tcW w:w="9639" w:type="dxa"/>
          </w:tcPr>
          <w:p w:rsidRPr="007368E8" w:rsidR="0085747A" w:rsidP="009C54AE" w:rsidRDefault="00845227" w14:paraId="517FC40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Teorie pracy socjalnej</w:t>
            </w:r>
          </w:p>
        </w:tc>
      </w:tr>
      <w:tr w:rsidRPr="009C54AE" w:rsidR="00845227" w:rsidTr="00923D7D" w14:paraId="73F09058" w14:textId="77777777">
        <w:tc>
          <w:tcPr>
            <w:tcW w:w="9639" w:type="dxa"/>
          </w:tcPr>
          <w:p w:rsidRPr="007368E8" w:rsidR="00845227" w:rsidP="009C54AE" w:rsidRDefault="00845227" w14:paraId="2B12310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Metody pracy socjalnej: indywidualnego przypadku, grupowa i środowiskowa</w:t>
            </w:r>
          </w:p>
        </w:tc>
      </w:tr>
      <w:tr w:rsidRPr="009C54AE" w:rsidR="00F96F4A" w:rsidTr="00923D7D" w14:paraId="65B78E75" w14:textId="77777777">
        <w:tc>
          <w:tcPr>
            <w:tcW w:w="9639" w:type="dxa"/>
          </w:tcPr>
          <w:p w:rsidRPr="007368E8" w:rsidR="00F96F4A" w:rsidP="00F96F4A" w:rsidRDefault="00F96F4A" w14:paraId="6EDE6AE4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Struktura i instytucje pomocy społecznej: rządowa, regionalna, samorządowa, lokalna</w:t>
            </w:r>
          </w:p>
        </w:tc>
      </w:tr>
      <w:tr w:rsidRPr="009C54AE" w:rsidR="00F96F4A" w:rsidTr="00923D7D" w14:paraId="4E8C6CA2" w14:textId="77777777">
        <w:tc>
          <w:tcPr>
            <w:tcW w:w="9639" w:type="dxa"/>
          </w:tcPr>
          <w:p w:rsidRPr="007368E8" w:rsidR="00F96F4A" w:rsidP="00F96F4A" w:rsidRDefault="00F96F4A" w14:paraId="4DE1126B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– jej istota i funkcje</w:t>
            </w:r>
          </w:p>
        </w:tc>
      </w:tr>
      <w:tr w:rsidRPr="009C54AE" w:rsidR="00F96F4A" w:rsidTr="00923D7D" w14:paraId="69DBDBE1" w14:textId="77777777">
        <w:tc>
          <w:tcPr>
            <w:tcW w:w="9639" w:type="dxa"/>
          </w:tcPr>
          <w:p w:rsidR="00F96F4A" w:rsidP="00F96F4A" w:rsidRDefault="00F96F4A" w14:paraId="7C3073EA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Klienci pomocy społecznej</w:t>
            </w:r>
          </w:p>
        </w:tc>
      </w:tr>
      <w:tr w:rsidRPr="009C54AE" w:rsidR="00845227" w:rsidTr="00923D7D" w14:paraId="3BD571EA" w14:textId="77777777">
        <w:tc>
          <w:tcPr>
            <w:tcW w:w="9639" w:type="dxa"/>
          </w:tcPr>
          <w:p w:rsidRPr="007368E8" w:rsidR="00845227" w:rsidP="00845227" w:rsidRDefault="00845227" w14:paraId="328F3AF4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Profesjonalny pracownik socjalny- wymagania zawodowe, realizowane zadania, etyczne wymagania, trudności i dylematy zawodu</w:t>
            </w:r>
          </w:p>
        </w:tc>
      </w:tr>
      <w:tr w:rsidRPr="009C54AE" w:rsidR="00845227" w:rsidTr="00923D7D" w14:paraId="7756C5DD" w14:textId="77777777">
        <w:tc>
          <w:tcPr>
            <w:tcW w:w="9639" w:type="dxa"/>
          </w:tcPr>
          <w:p w:rsidRPr="007368E8" w:rsidR="00845227" w:rsidP="00845227" w:rsidRDefault="00845227" w14:paraId="067FFE98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Stres i wypalenie zawodowe pracowników socjalnych – jak przeciwdziałać</w:t>
            </w:r>
          </w:p>
        </w:tc>
      </w:tr>
      <w:tr w:rsidRPr="009C54AE" w:rsidR="00845227" w:rsidTr="00923D7D" w14:paraId="0CFDCD2A" w14:textId="77777777">
        <w:tc>
          <w:tcPr>
            <w:tcW w:w="9639" w:type="dxa"/>
          </w:tcPr>
          <w:p w:rsidRPr="007368E8" w:rsidR="00845227" w:rsidP="00845227" w:rsidRDefault="007368E8" w14:paraId="56F19569" w14:textId="77777777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7368E8">
              <w:rPr>
                <w:rFonts w:ascii="Corbel" w:hAnsi="Corbel"/>
                <w:sz w:val="24"/>
                <w:szCs w:val="24"/>
              </w:rPr>
              <w:t>Współczesne wyzwania pracy socjalnej.</w:t>
            </w:r>
          </w:p>
        </w:tc>
      </w:tr>
    </w:tbl>
    <w:p w:rsidRPr="0017046E" w:rsidR="0085747A" w:rsidP="0017046E" w:rsidRDefault="0085747A" w14:paraId="7FB48CEF" w14:textId="56642A2F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17046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7046E" w:rsidR="009F4610">
        <w:rPr>
          <w:rFonts w:ascii="Corbel" w:hAnsi="Corbel"/>
          <w:sz w:val="24"/>
          <w:szCs w:val="24"/>
        </w:rPr>
        <w:t xml:space="preserve">, </w:t>
      </w:r>
      <w:r w:rsidRPr="0017046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C8FB45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791FB86" w14:textId="77777777">
        <w:tc>
          <w:tcPr>
            <w:tcW w:w="9639" w:type="dxa"/>
          </w:tcPr>
          <w:p w:rsidRPr="009C54AE" w:rsidR="0085747A" w:rsidP="009C54AE" w:rsidRDefault="0085747A" w14:paraId="40076A9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497D24DA" w14:textId="77777777">
        <w:tc>
          <w:tcPr>
            <w:tcW w:w="9639" w:type="dxa"/>
          </w:tcPr>
          <w:p w:rsidRPr="009C54AE" w:rsidR="0085747A" w:rsidP="009C54AE" w:rsidRDefault="00D657B8" w14:paraId="366B32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D9548D">
              <w:rPr>
                <w:rFonts w:ascii="Corbel" w:hAnsi="Corbel"/>
                <w:sz w:val="24"/>
                <w:szCs w:val="24"/>
              </w:rPr>
              <w:t>akres przedmiotu. Przedstawienie i objaśnienie fundamentalnych pojęć pracy socjalnej.</w:t>
            </w:r>
          </w:p>
        </w:tc>
      </w:tr>
      <w:tr w:rsidRPr="009C54AE" w:rsidR="00D657B8" w:rsidTr="00923D7D" w14:paraId="2FB1D9DD" w14:textId="77777777">
        <w:tc>
          <w:tcPr>
            <w:tcW w:w="9639" w:type="dxa"/>
          </w:tcPr>
          <w:p w:rsidRPr="009C54AE" w:rsidR="00D657B8" w:rsidP="00D657B8" w:rsidRDefault="00D657B8" w14:paraId="60FB9C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Charakterystyka pomocy społecznej i rola metody opiekuńczo-pomocowej w systemie zabezpieczenia społecznego. Publiczne i prywatne podmioty pomocy społecznej.</w:t>
            </w:r>
          </w:p>
        </w:tc>
      </w:tr>
      <w:tr w:rsidRPr="009C54AE" w:rsidR="00D657B8" w:rsidTr="00923D7D" w14:paraId="7413FA4E" w14:textId="77777777">
        <w:tc>
          <w:tcPr>
            <w:tcW w:w="9639" w:type="dxa"/>
          </w:tcPr>
          <w:p w:rsidRPr="009C54AE" w:rsidR="00D657B8" w:rsidP="00D657B8" w:rsidRDefault="00D657B8" w14:paraId="54FFCA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 xml:space="preserve"> Ogólna charakterystyka pracy socjalnej. Wpływ czynników społeczno-kulturowych na rozwój teorii i praktyki pracy socjalnej.</w:t>
            </w:r>
          </w:p>
        </w:tc>
      </w:tr>
      <w:tr w:rsidRPr="009C54AE" w:rsidR="00D657B8" w:rsidTr="00923D7D" w14:paraId="028F8718" w14:textId="77777777">
        <w:tc>
          <w:tcPr>
            <w:tcW w:w="9639" w:type="dxa"/>
          </w:tcPr>
          <w:p w:rsidR="00D657B8" w:rsidP="00D657B8" w:rsidRDefault="00D657B8" w14:paraId="3D766864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Definicje i teorie ubóstwa.</w:t>
            </w:r>
          </w:p>
        </w:tc>
      </w:tr>
      <w:tr w:rsidRPr="009C54AE" w:rsidR="00D657B8" w:rsidTr="00923D7D" w14:paraId="0CBB1551" w14:textId="77777777">
        <w:tc>
          <w:tcPr>
            <w:tcW w:w="9639" w:type="dxa"/>
          </w:tcPr>
          <w:p w:rsidR="00D657B8" w:rsidP="00D657B8" w:rsidRDefault="00D657B8" w14:paraId="573E5120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Marginalizacja i ekskluzja społeczna.</w:t>
            </w:r>
          </w:p>
        </w:tc>
      </w:tr>
      <w:tr w:rsidRPr="009C54AE" w:rsidR="00D657B8" w:rsidTr="00923D7D" w14:paraId="6D071772" w14:textId="77777777">
        <w:tc>
          <w:tcPr>
            <w:tcW w:w="9639" w:type="dxa"/>
          </w:tcPr>
          <w:p w:rsidR="00D657B8" w:rsidP="00D657B8" w:rsidRDefault="00D657B8" w14:paraId="002D82FF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Główne zadania, cele i funkcje pracy socjalnej.</w:t>
            </w:r>
          </w:p>
        </w:tc>
      </w:tr>
      <w:tr w:rsidRPr="009C54AE" w:rsidR="00D657B8" w:rsidTr="00923D7D" w14:paraId="6C407794" w14:textId="77777777">
        <w:tc>
          <w:tcPr>
            <w:tcW w:w="9639" w:type="dxa"/>
          </w:tcPr>
          <w:p w:rsidR="00D657B8" w:rsidP="00D657B8" w:rsidRDefault="00D657B8" w14:paraId="441B7411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Metodyka działania w obszarze pracy socjalnej. Warsztat pracownika socjalnego.</w:t>
            </w:r>
          </w:p>
        </w:tc>
      </w:tr>
      <w:tr w:rsidRPr="009C54AE" w:rsidR="00D657B8" w:rsidTr="00923D7D" w14:paraId="0FB81CEA" w14:textId="77777777">
        <w:tc>
          <w:tcPr>
            <w:tcW w:w="9639" w:type="dxa"/>
          </w:tcPr>
          <w:p w:rsidR="00D657B8" w:rsidP="00D657B8" w:rsidRDefault="00D657B8" w14:paraId="00386CF1" w14:textId="77777777">
            <w:pPr>
              <w:pStyle w:val="Akapitzlist"/>
              <w:spacing w:after="0" w:line="240" w:lineRule="auto"/>
              <w:ind w:left="0"/>
              <w:rPr>
                <w:rStyle w:val="Odwoaniedokomentarza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Pracownicy socjalni: proces profesjonalizacji pracy socjalnej. Role pracownika socjalnego.</w:t>
            </w:r>
          </w:p>
        </w:tc>
      </w:tr>
      <w:tr w:rsidRPr="009C54AE" w:rsidR="00D657B8" w:rsidTr="00923D7D" w14:paraId="3C7DB18F" w14:textId="77777777">
        <w:tc>
          <w:tcPr>
            <w:tcW w:w="9639" w:type="dxa"/>
          </w:tcPr>
          <w:p w:rsidRPr="00D9548D" w:rsidR="00D657B8" w:rsidP="00D657B8" w:rsidRDefault="00D657B8" w14:paraId="2539FB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48D">
              <w:rPr>
                <w:rFonts w:ascii="Corbel" w:hAnsi="Corbel"/>
                <w:sz w:val="24"/>
                <w:szCs w:val="24"/>
              </w:rPr>
              <w:t>Rola wiedzy i umiejętności w pracy socjalnej.</w:t>
            </w:r>
          </w:p>
        </w:tc>
      </w:tr>
    </w:tbl>
    <w:p w:rsidRPr="009C54AE" w:rsidR="0085747A" w:rsidP="009C54AE" w:rsidRDefault="0085747A" w14:paraId="3D118EF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5A5A52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98507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EF0AD4" w14:paraId="6F8FC33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EC104F" w:rsidR="00EC104F">
        <w:rPr>
          <w:rFonts w:ascii="Corbel" w:hAnsi="Corbel"/>
          <w:b w:val="0"/>
          <w:smallCaps w:val="0"/>
          <w:szCs w:val="24"/>
        </w:rPr>
        <w:t>ykład z prezentacją multimedialną</w:t>
      </w:r>
    </w:p>
    <w:p w:rsidRPr="00EC104F" w:rsidR="00EF0AD4" w:rsidP="009C54AE" w:rsidRDefault="00EF0AD4" w14:paraId="79419E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 (dyskusja).</w:t>
      </w:r>
    </w:p>
    <w:p w:rsidR="00E960BB" w:rsidP="009C54AE" w:rsidRDefault="00E960BB" w14:paraId="655FF13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CB56BE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6F8404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CC5A2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505699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8"/>
        <w:gridCol w:w="5439"/>
        <w:gridCol w:w="2123"/>
      </w:tblGrid>
      <w:tr w:rsidRPr="009C54AE" w:rsidR="0085747A" w:rsidTr="00C05F44" w14:paraId="5CAB75E7" w14:textId="77777777">
        <w:tc>
          <w:tcPr>
            <w:tcW w:w="1985" w:type="dxa"/>
            <w:vAlign w:val="center"/>
          </w:tcPr>
          <w:p w:rsidRPr="009C54AE" w:rsidR="0085747A" w:rsidP="009C54AE" w:rsidRDefault="0071620A" w14:paraId="3BB0FB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FB5228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2FA4B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72A23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69066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78ACD664" w14:textId="77777777">
        <w:tc>
          <w:tcPr>
            <w:tcW w:w="1985" w:type="dxa"/>
          </w:tcPr>
          <w:p w:rsidRPr="009C54AE" w:rsidR="0085747A" w:rsidP="009C54AE" w:rsidRDefault="0085747A" w14:paraId="38D6FE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E72632" w:rsidR="0085747A" w:rsidP="009C54AE" w:rsidRDefault="00E72632" w14:paraId="2AE6B2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632">
              <w:rPr>
                <w:rFonts w:ascii="Corbel" w:hAnsi="Corbel"/>
                <w:b w:val="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zCs w:val="24"/>
              </w:rPr>
              <w:t>/kolokwium</w:t>
            </w:r>
          </w:p>
        </w:tc>
        <w:tc>
          <w:tcPr>
            <w:tcW w:w="2126" w:type="dxa"/>
          </w:tcPr>
          <w:p w:rsidRPr="009C54AE" w:rsidR="0085747A" w:rsidP="009C54AE" w:rsidRDefault="00E72632" w14:paraId="6F5DB3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EC104F">
              <w:rPr>
                <w:rFonts w:ascii="Corbel" w:hAnsi="Corbel"/>
                <w:b w:val="0"/>
                <w:szCs w:val="24"/>
              </w:rPr>
              <w:t>/ćwiczenia</w:t>
            </w:r>
          </w:p>
        </w:tc>
      </w:tr>
      <w:tr w:rsidRPr="009C54AE" w:rsidR="0085747A" w:rsidTr="00C05F44" w14:paraId="74BD79EC" w14:textId="77777777">
        <w:tc>
          <w:tcPr>
            <w:tcW w:w="1985" w:type="dxa"/>
          </w:tcPr>
          <w:p w:rsidRPr="009C54AE" w:rsidR="0085747A" w:rsidP="009C54AE" w:rsidRDefault="0085747A" w14:paraId="19A9B4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E568A3" w14:paraId="1E7FCF80" w14:textId="1E3CFD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4A2D42">
              <w:rPr>
                <w:rFonts w:ascii="Corbel" w:hAnsi="Corbel"/>
                <w:b w:val="0"/>
                <w:szCs w:val="24"/>
              </w:rPr>
              <w:t>/kolokwium</w:t>
            </w:r>
          </w:p>
        </w:tc>
        <w:tc>
          <w:tcPr>
            <w:tcW w:w="2126" w:type="dxa"/>
          </w:tcPr>
          <w:p w:rsidRPr="009C54AE" w:rsidR="0085747A" w:rsidP="009C54AE" w:rsidRDefault="00E72632" w14:paraId="284832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EC104F">
              <w:rPr>
                <w:rFonts w:ascii="Corbel" w:hAnsi="Corbel"/>
                <w:b w:val="0"/>
                <w:szCs w:val="24"/>
              </w:rPr>
              <w:t>/ćwiczenia</w:t>
            </w:r>
          </w:p>
        </w:tc>
      </w:tr>
      <w:tr w:rsidRPr="009C54AE" w:rsidR="00CF06F3" w:rsidTr="00C05F44" w14:paraId="679B2904" w14:textId="77777777">
        <w:tc>
          <w:tcPr>
            <w:tcW w:w="1985" w:type="dxa"/>
          </w:tcPr>
          <w:p w:rsidRPr="009C54AE" w:rsidR="00CF06F3" w:rsidP="009C54AE" w:rsidRDefault="00CF06F3" w14:paraId="23FB52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F06F3" w:rsidP="009C54AE" w:rsidRDefault="004A2D42" w14:paraId="7B9573C3" w14:textId="24CE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F06F3" w:rsidP="009C54AE" w:rsidRDefault="00EC104F" w14:paraId="2F86F614" w14:textId="7FF880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E568A3" w:rsidTr="00C05F44" w14:paraId="43F9FF5F" w14:textId="77777777">
        <w:tc>
          <w:tcPr>
            <w:tcW w:w="1985" w:type="dxa"/>
          </w:tcPr>
          <w:p w:rsidR="00E568A3" w:rsidP="009C54AE" w:rsidRDefault="00E568A3" w14:paraId="468170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E568A3" w:rsidP="009C54AE" w:rsidRDefault="004A2D42" w14:paraId="6ED0F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w grupach, dyskusja</w:t>
            </w:r>
          </w:p>
        </w:tc>
        <w:tc>
          <w:tcPr>
            <w:tcW w:w="2126" w:type="dxa"/>
          </w:tcPr>
          <w:p w:rsidR="00E568A3" w:rsidP="009C54AE" w:rsidRDefault="004A2D42" w14:paraId="627881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E568A3" w:rsidTr="00C05F44" w14:paraId="1651726A" w14:textId="77777777">
        <w:tc>
          <w:tcPr>
            <w:tcW w:w="1985" w:type="dxa"/>
          </w:tcPr>
          <w:p w:rsidR="00E568A3" w:rsidP="009C54AE" w:rsidRDefault="00E568A3" w14:paraId="68C6AA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568A3" w:rsidP="009C54AE" w:rsidRDefault="00E568A3" w14:paraId="288B3C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E568A3" w:rsidP="009C54AE" w:rsidRDefault="00E568A3" w14:paraId="00AA0A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Pr="009C54AE" w:rsidR="00923D7D" w:rsidP="009C54AE" w:rsidRDefault="00923D7D" w14:paraId="4D9F1B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BEE344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2C579FC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F973105" w14:textId="77777777">
        <w:tc>
          <w:tcPr>
            <w:tcW w:w="9670" w:type="dxa"/>
          </w:tcPr>
          <w:p w:rsidR="0085747A" w:rsidP="009C54AE" w:rsidRDefault="00CF06F3" w14:paraId="389A04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60%</w:t>
            </w:r>
          </w:p>
          <w:p w:rsidR="00CF06F3" w:rsidP="009C54AE" w:rsidRDefault="00CF06F3" w14:paraId="079BBB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Aktywność-30%</w:t>
            </w:r>
          </w:p>
          <w:p w:rsidRPr="009C54AE" w:rsidR="0034753A" w:rsidP="009C54AE" w:rsidRDefault="00CF06F3" w14:paraId="1DA3CA5E" w14:textId="6BA6C1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Obecność- 10%</w:t>
            </w:r>
          </w:p>
        </w:tc>
      </w:tr>
    </w:tbl>
    <w:p w:rsidR="0085747A" w:rsidP="009C54AE" w:rsidRDefault="0085747A" w14:paraId="564061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4753A" w:rsidP="009C54AE" w:rsidRDefault="0034753A" w14:paraId="7EE8B5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34753A" w:rsidP="009C54AE" w:rsidRDefault="0034753A" w14:paraId="408CA4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E88DEE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3DBA9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A39A96D" w14:textId="77777777">
        <w:tc>
          <w:tcPr>
            <w:tcW w:w="4962" w:type="dxa"/>
            <w:vAlign w:val="center"/>
          </w:tcPr>
          <w:p w:rsidRPr="009C54AE" w:rsidR="0085747A" w:rsidP="009C54AE" w:rsidRDefault="00C61DC5" w14:paraId="6CFE562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43B83B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EF0AD4" w:rsidTr="00923D7D" w14:paraId="5F13706D" w14:textId="77777777">
        <w:tc>
          <w:tcPr>
            <w:tcW w:w="4962" w:type="dxa"/>
          </w:tcPr>
          <w:p w:rsidRPr="009C54AE" w:rsidR="00EF0AD4" w:rsidP="009C54AE" w:rsidRDefault="00EF0AD4" w14:paraId="012584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EF0AD4" w:rsidP="00DE3B2E" w:rsidRDefault="00EF0AD4" w14:paraId="174F7A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EF0AD4" w:rsidTr="00923D7D" w14:paraId="58E64800" w14:textId="77777777">
        <w:tc>
          <w:tcPr>
            <w:tcW w:w="4962" w:type="dxa"/>
          </w:tcPr>
          <w:p w:rsidRPr="009C54AE" w:rsidR="00EF0AD4" w:rsidP="009C54AE" w:rsidRDefault="00EF0AD4" w14:paraId="07CD01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F0AD4" w:rsidP="009C54AE" w:rsidRDefault="00EF0AD4" w14:paraId="5EBF12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EF0AD4" w:rsidP="00DE3B2E" w:rsidRDefault="00EF0AD4" w14:paraId="63373B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EF0AD4" w:rsidTr="00923D7D" w14:paraId="247C3312" w14:textId="77777777">
        <w:tc>
          <w:tcPr>
            <w:tcW w:w="4962" w:type="dxa"/>
          </w:tcPr>
          <w:p w:rsidRPr="009C54AE" w:rsidR="00EF0AD4" w:rsidP="009C54AE" w:rsidRDefault="00EF0AD4" w14:paraId="1564FE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EF0AD4" w:rsidP="009C54AE" w:rsidRDefault="00EF0AD4" w14:paraId="5E7A6C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EF0AD4" w:rsidP="00DE3B2E" w:rsidRDefault="00EF0AD4" w14:paraId="19B3DE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Pr="009C54AE" w:rsidR="00EF0AD4" w:rsidTr="00923D7D" w14:paraId="08FDDED5" w14:textId="77777777">
        <w:tc>
          <w:tcPr>
            <w:tcW w:w="4962" w:type="dxa"/>
          </w:tcPr>
          <w:p w:rsidRPr="009C54AE" w:rsidR="00EF0AD4" w:rsidP="009C54AE" w:rsidRDefault="00EF0AD4" w14:paraId="4BBFEE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EF0AD4" w:rsidP="00DE3B2E" w:rsidRDefault="00EF0AD4" w14:paraId="1D2E01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EF0AD4" w:rsidTr="00923D7D" w14:paraId="34CE8BD6" w14:textId="77777777">
        <w:tc>
          <w:tcPr>
            <w:tcW w:w="4962" w:type="dxa"/>
          </w:tcPr>
          <w:p w:rsidRPr="009C54AE" w:rsidR="00EF0AD4" w:rsidP="009C54AE" w:rsidRDefault="00EF0AD4" w14:paraId="0E5A40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EF0AD4" w:rsidP="00DE3B2E" w:rsidRDefault="00EF0AD4" w14:paraId="37723E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72D770B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E0C5D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B6027E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2E7692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AB1439" w:rsidTr="0071620A" w14:paraId="71840D76" w14:textId="77777777">
        <w:trPr>
          <w:trHeight w:val="397"/>
        </w:trPr>
        <w:tc>
          <w:tcPr>
            <w:tcW w:w="3544" w:type="dxa"/>
          </w:tcPr>
          <w:p w:rsidRPr="009C54AE" w:rsidR="00AB1439" w:rsidP="00AB1439" w:rsidRDefault="00AB1439" w14:paraId="42B941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AB1439" w:rsidP="00AB1439" w:rsidRDefault="00AB1439" w14:paraId="58167B46" w14:textId="289B2982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C08A8">
              <w:t>Nie dotyczy</w:t>
            </w:r>
          </w:p>
        </w:tc>
      </w:tr>
      <w:tr w:rsidRPr="009C54AE" w:rsidR="00AB1439" w:rsidTr="0071620A" w14:paraId="562A163B" w14:textId="77777777">
        <w:trPr>
          <w:trHeight w:val="397"/>
        </w:trPr>
        <w:tc>
          <w:tcPr>
            <w:tcW w:w="3544" w:type="dxa"/>
          </w:tcPr>
          <w:p w:rsidRPr="009C54AE" w:rsidR="00AB1439" w:rsidP="00AB1439" w:rsidRDefault="00AB1439" w14:paraId="72054A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AB1439" w:rsidP="00AB1439" w:rsidRDefault="00AB1439" w14:paraId="50011FB4" w14:textId="6394181F">
            <w:pPr>
              <w:rPr>
                <w:rFonts w:ascii="Corbel" w:hAnsi="Corbel"/>
                <w:b/>
                <w:smallCaps/>
                <w:szCs w:val="24"/>
              </w:rPr>
            </w:pPr>
            <w:r w:rsidRPr="000C08A8">
              <w:t>Nie dotyczy</w:t>
            </w:r>
          </w:p>
        </w:tc>
      </w:tr>
    </w:tbl>
    <w:p w:rsidRPr="009C54AE" w:rsidR="003E1941" w:rsidP="009C54AE" w:rsidRDefault="003E1941" w14:paraId="27A3A71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C4E90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7CFEC2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7"/>
      </w:tblGrid>
      <w:tr w:rsidRPr="009C54AE" w:rsidR="0085747A" w:rsidTr="42A37FF9" w14:paraId="0E872591" w14:textId="77777777">
        <w:trPr>
          <w:trHeight w:val="397"/>
        </w:trPr>
        <w:tc>
          <w:tcPr>
            <w:tcW w:w="8647" w:type="dxa"/>
            <w:tcMar/>
          </w:tcPr>
          <w:p w:rsidRPr="00257D28" w:rsidR="008C4643" w:rsidP="008C4643" w:rsidRDefault="0085747A" w14:paraId="29F8E866" w14:textId="77777777">
            <w:pPr>
              <w:spacing w:after="0"/>
              <w:ind w:left="36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szCs w:val="24"/>
              </w:rPr>
              <w:t>Literatura podstawowa:</w:t>
            </w:r>
            <w:r w:rsidRPr="00257D28" w:rsidR="008C464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257D28" w:rsidR="008C4643" w:rsidP="008C4643" w:rsidRDefault="008C4643" w14:paraId="22E0E3B8" w14:textId="28F7B45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sz w:val="24"/>
                <w:szCs w:val="24"/>
              </w:rPr>
              <w:t>Frysztacki K.(2019), Praca socjalna – 30 wykładów.</w:t>
            </w:r>
            <w:r w:rsidR="00397458">
              <w:rPr>
                <w:rFonts w:ascii="Corbel" w:hAnsi="Corbel"/>
                <w:sz w:val="24"/>
                <w:szCs w:val="24"/>
              </w:rPr>
              <w:t xml:space="preserve"> Warszawa: Wydawnictwo </w:t>
            </w:r>
            <w:r w:rsidRPr="00257D28">
              <w:rPr>
                <w:rFonts w:ascii="Corbel" w:hAnsi="Corbel"/>
                <w:sz w:val="24"/>
                <w:szCs w:val="24"/>
              </w:rPr>
              <w:t>PWN.</w:t>
            </w:r>
          </w:p>
          <w:p w:rsidRPr="00257D28" w:rsidR="008C4643" w:rsidP="00025FF6" w:rsidRDefault="00127F5A" w14:paraId="14737FCC" w14:textId="036B807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sz w:val="24"/>
                <w:szCs w:val="24"/>
              </w:rPr>
              <w:t>Kaźmierczak T., Łuczyńska</w:t>
            </w:r>
            <w:r w:rsidR="00B747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7D28" w:rsidR="00B74780">
              <w:rPr>
                <w:rFonts w:ascii="Corbel" w:hAnsi="Corbel"/>
                <w:sz w:val="24"/>
                <w:szCs w:val="24"/>
              </w:rPr>
              <w:t xml:space="preserve">M. </w:t>
            </w:r>
            <w:r w:rsidRPr="00257D28" w:rsidR="003B0D25">
              <w:rPr>
                <w:rFonts w:ascii="Corbel" w:hAnsi="Corbel"/>
                <w:sz w:val="24"/>
                <w:szCs w:val="24"/>
              </w:rPr>
              <w:t xml:space="preserve"> (1996).</w:t>
            </w:r>
            <w:r w:rsidR="00B747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7D28">
              <w:rPr>
                <w:rFonts w:ascii="Corbel" w:hAnsi="Corbel"/>
                <w:sz w:val="24"/>
                <w:szCs w:val="24"/>
              </w:rPr>
              <w:t xml:space="preserve">Wprowadzenie do pomocy społecznej,  </w:t>
            </w:r>
            <w:r w:rsidR="00990F03">
              <w:rPr>
                <w:rFonts w:ascii="Corbel" w:hAnsi="Corbel"/>
                <w:sz w:val="24"/>
                <w:szCs w:val="24"/>
              </w:rPr>
              <w:t xml:space="preserve">Warszawa: </w:t>
            </w:r>
            <w:proofErr w:type="spellStart"/>
            <w:r w:rsidRPr="00990F03" w:rsidR="00990F03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 w:rsidR="00990F03">
              <w:rPr>
                <w:rFonts w:ascii="Corbel" w:hAnsi="Corbel"/>
                <w:sz w:val="24"/>
                <w:szCs w:val="24"/>
              </w:rPr>
              <w:t>.</w:t>
            </w:r>
          </w:p>
          <w:p w:rsidRPr="00257D28" w:rsidR="00962761" w:rsidP="00962761" w:rsidRDefault="00962761" w14:paraId="7103C480" w14:textId="300B2C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sz w:val="24"/>
                <w:szCs w:val="24"/>
              </w:rPr>
              <w:t>Krzyszkowski J</w:t>
            </w:r>
            <w:r w:rsidR="006E66B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57D28">
              <w:rPr>
                <w:rFonts w:ascii="Corbel" w:hAnsi="Corbel"/>
                <w:sz w:val="24"/>
                <w:szCs w:val="24"/>
              </w:rPr>
              <w:t>(2008)., Pomoc społeczna. Szkic socjologiczny.</w:t>
            </w:r>
            <w:r w:rsidR="005A1F74">
              <w:rPr>
                <w:rFonts w:ascii="Corbel" w:hAnsi="Corbel"/>
                <w:sz w:val="24"/>
                <w:szCs w:val="24"/>
              </w:rPr>
              <w:t xml:space="preserve"> </w:t>
            </w:r>
            <w:r w:rsidR="005370B9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740281" w:rsidR="00740281">
              <w:rPr>
                <w:rFonts w:ascii="Corbel" w:hAnsi="Corbel"/>
                <w:sz w:val="24"/>
                <w:szCs w:val="24"/>
              </w:rPr>
              <w:t>Instytut Rozwoju Służb Społecznych</w:t>
            </w:r>
            <w:r w:rsidRPr="00257D28">
              <w:rPr>
                <w:rFonts w:ascii="Corbel" w:hAnsi="Corbel"/>
                <w:sz w:val="24"/>
                <w:szCs w:val="24"/>
              </w:rPr>
              <w:t>.</w:t>
            </w:r>
          </w:p>
          <w:p w:rsidRPr="00257D28" w:rsidR="004A2D42" w:rsidP="00257D28" w:rsidRDefault="004A2D42" w14:paraId="58A903E0" w14:textId="5EFD48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57D28">
              <w:rPr>
                <w:rFonts w:ascii="Corbel" w:hAnsi="Corbel"/>
                <w:b w:val="0"/>
                <w:smallCaps w:val="0"/>
                <w:szCs w:val="24"/>
              </w:rPr>
              <w:t>Skidmore</w:t>
            </w:r>
            <w:proofErr w:type="spellEnd"/>
            <w:r w:rsidRPr="00257D28">
              <w:rPr>
                <w:rFonts w:ascii="Corbel" w:hAnsi="Corbel"/>
                <w:b w:val="0"/>
                <w:smallCaps w:val="0"/>
                <w:szCs w:val="24"/>
              </w:rPr>
              <w:t xml:space="preserve"> R.A, Thackeray M.G.</w:t>
            </w:r>
            <w:r w:rsidRPr="00257D28" w:rsidR="008F43F1">
              <w:rPr>
                <w:rFonts w:ascii="Corbel" w:hAnsi="Corbel"/>
                <w:b w:val="0"/>
                <w:smallCaps w:val="0"/>
                <w:szCs w:val="24"/>
              </w:rPr>
              <w:t xml:space="preserve"> (1996)</w:t>
            </w:r>
            <w:r w:rsidRPr="00257D28">
              <w:rPr>
                <w:rFonts w:ascii="Corbel" w:hAnsi="Corbel"/>
                <w:b w:val="0"/>
                <w:smallCaps w:val="0"/>
                <w:szCs w:val="24"/>
              </w:rPr>
              <w:t xml:space="preserve">, Wprowadzenie do pracy socjalnej, </w:t>
            </w:r>
            <w:r w:rsidRPr="00536C18" w:rsidR="00536C18">
              <w:rPr>
                <w:rFonts w:ascii="Corbel" w:hAnsi="Corbel"/>
                <w:b w:val="0"/>
                <w:smallCaps w:val="0"/>
                <w:szCs w:val="24"/>
              </w:rPr>
              <w:t xml:space="preserve">Warszawa : </w:t>
            </w:r>
            <w:proofErr w:type="spellStart"/>
            <w:r w:rsidRPr="00536C18" w:rsidR="00536C18">
              <w:rPr>
                <w:rFonts w:ascii="Corbel" w:hAnsi="Corbel"/>
                <w:b w:val="0"/>
                <w:smallCaps w:val="0"/>
                <w:szCs w:val="24"/>
              </w:rPr>
              <w:t>Interart</w:t>
            </w:r>
            <w:proofErr w:type="spellEnd"/>
            <w:r w:rsidR="00536C1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Pr="00257D28" w:rsidR="001C3D4C" w:rsidP="00257D28" w:rsidRDefault="00025FF6" w14:paraId="63ED7B08" w14:textId="23ED13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color w:val="000000"/>
                <w:sz w:val="24"/>
                <w:szCs w:val="24"/>
              </w:rPr>
              <w:t xml:space="preserve">Skrzypczak B., Renesans środowiskowej pracy socjalnej [w:] M. </w:t>
            </w:r>
            <w:proofErr w:type="spellStart"/>
            <w:r w:rsidRPr="00257D28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257D28">
              <w:rPr>
                <w:rFonts w:ascii="Corbel" w:hAnsi="Corbel"/>
                <w:color w:val="000000"/>
                <w:sz w:val="24"/>
                <w:szCs w:val="24"/>
              </w:rPr>
              <w:t xml:space="preserve">, J. Krzyszkowski (red.), (2011). Współczesne tendencje w pomocy społecznej i pracy socjalnej, </w:t>
            </w:r>
            <w:r w:rsidR="00346E07">
              <w:rPr>
                <w:rFonts w:ascii="Corbel" w:hAnsi="Corbel"/>
                <w:color w:val="000000"/>
                <w:sz w:val="24"/>
                <w:szCs w:val="24"/>
              </w:rPr>
              <w:t xml:space="preserve">Warszawa: </w:t>
            </w:r>
            <w:r w:rsidRPr="00257D28">
              <w:rPr>
                <w:rFonts w:ascii="Corbel" w:hAnsi="Corbel"/>
                <w:color w:val="000000"/>
                <w:sz w:val="24"/>
                <w:szCs w:val="24"/>
              </w:rPr>
              <w:t>Mazowieckie Centrum Polityki Społecznej.</w:t>
            </w:r>
          </w:p>
          <w:p w:rsidRPr="00257D28" w:rsidR="00C258E0" w:rsidP="00D05F25" w:rsidRDefault="00C258E0" w14:paraId="714566D6" w14:textId="77777777">
            <w:pPr>
              <w:pStyle w:val="Akapitzlist"/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Pr="009C54AE" w:rsidR="0085747A" w:rsidTr="42A37FF9" w14:paraId="6B97D897" w14:textId="77777777">
        <w:trPr>
          <w:trHeight w:val="397"/>
        </w:trPr>
        <w:tc>
          <w:tcPr>
            <w:tcW w:w="8647" w:type="dxa"/>
            <w:tcMar/>
          </w:tcPr>
          <w:p w:rsidRPr="00257D28" w:rsidR="0085747A" w:rsidP="009C54AE" w:rsidRDefault="0085747A" w14:paraId="71B8E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7D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257D28" w:rsidR="00285264" w:rsidP="00285264" w:rsidRDefault="004A2D42" w14:paraId="5D03E06E" w14:textId="55C359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szCs w:val="24"/>
              </w:rPr>
              <w:t xml:space="preserve">Dubois B., </w:t>
            </w:r>
            <w:proofErr w:type="spellStart"/>
            <w:r w:rsidRPr="00257D28">
              <w:rPr>
                <w:rFonts w:ascii="Corbel" w:hAnsi="Corbel"/>
                <w:szCs w:val="24"/>
              </w:rPr>
              <w:t>Krogsrud-Miley</w:t>
            </w:r>
            <w:proofErr w:type="spellEnd"/>
            <w:r w:rsidRPr="00257D28">
              <w:rPr>
                <w:rFonts w:ascii="Corbel" w:hAnsi="Corbel"/>
                <w:szCs w:val="24"/>
              </w:rPr>
              <w:t xml:space="preserve"> K</w:t>
            </w:r>
            <w:r w:rsidRPr="00231B53">
              <w:rPr>
                <w:rFonts w:ascii="Corbel" w:hAnsi="Corbel"/>
                <w:szCs w:val="24"/>
              </w:rPr>
              <w:t>.</w:t>
            </w:r>
            <w:r w:rsidRPr="00231B53" w:rsidR="00D05F25">
              <w:rPr>
                <w:rFonts w:ascii="Corbel" w:hAnsi="Corbel"/>
                <w:smallCaps/>
                <w:szCs w:val="24"/>
              </w:rPr>
              <w:t xml:space="preserve"> (19</w:t>
            </w:r>
            <w:r w:rsidR="008904F6">
              <w:rPr>
                <w:rFonts w:ascii="Corbel" w:hAnsi="Corbel"/>
                <w:smallCaps/>
                <w:szCs w:val="24"/>
              </w:rPr>
              <w:t>99</w:t>
            </w:r>
            <w:r w:rsidRPr="00231B53" w:rsidR="00D05F25">
              <w:rPr>
                <w:rFonts w:ascii="Corbel" w:hAnsi="Corbel"/>
                <w:smallCaps/>
                <w:szCs w:val="24"/>
              </w:rPr>
              <w:t>)</w:t>
            </w:r>
            <w:r w:rsidRPr="00231B53">
              <w:rPr>
                <w:rFonts w:ascii="Corbel" w:hAnsi="Corbel"/>
                <w:szCs w:val="24"/>
              </w:rPr>
              <w:t>,</w:t>
            </w:r>
            <w:r w:rsidRPr="00257D28">
              <w:rPr>
                <w:rFonts w:ascii="Corbel" w:hAnsi="Corbel"/>
                <w:szCs w:val="24"/>
              </w:rPr>
              <w:t xml:space="preserve"> Praca socjalna - zawód, który dodaje sił, </w:t>
            </w:r>
            <w:r w:rsidR="009C3E21">
              <w:rPr>
                <w:rFonts w:ascii="Corbel" w:hAnsi="Corbel"/>
                <w:szCs w:val="24"/>
              </w:rPr>
              <w:t xml:space="preserve">t. </w:t>
            </w:r>
            <w:r w:rsidRPr="00257D28" w:rsidR="009C3E21">
              <w:rPr>
                <w:rFonts w:ascii="Corbel" w:hAnsi="Corbel"/>
                <w:szCs w:val="24"/>
              </w:rPr>
              <w:t>1,</w:t>
            </w:r>
            <w:r w:rsidR="009C3E21">
              <w:rPr>
                <w:rFonts w:ascii="Corbel" w:hAnsi="Corbel"/>
                <w:szCs w:val="24"/>
              </w:rPr>
              <w:t xml:space="preserve">t. </w:t>
            </w:r>
            <w:r w:rsidRPr="00257D28" w:rsidR="009C3E21">
              <w:rPr>
                <w:rFonts w:ascii="Corbel" w:hAnsi="Corbel"/>
                <w:szCs w:val="24"/>
              </w:rPr>
              <w:t>2.</w:t>
            </w:r>
            <w:r w:rsidRPr="00257D28" w:rsidR="009C3E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7D28">
              <w:rPr>
                <w:rFonts w:ascii="Corbel" w:hAnsi="Corbel"/>
                <w:szCs w:val="24"/>
              </w:rPr>
              <w:t>Katowice</w:t>
            </w:r>
            <w:r w:rsidR="00581F22">
              <w:rPr>
                <w:rFonts w:ascii="Corbel" w:hAnsi="Corbel"/>
                <w:szCs w:val="24"/>
              </w:rPr>
              <w:t>: Śląsk</w:t>
            </w:r>
            <w:r w:rsidR="009C3E21">
              <w:rPr>
                <w:rFonts w:ascii="Corbel" w:hAnsi="Corbel"/>
                <w:szCs w:val="24"/>
              </w:rPr>
              <w:t>.</w:t>
            </w:r>
          </w:p>
          <w:p w:rsidRPr="00257D28" w:rsidR="00285264" w:rsidP="00285264" w:rsidRDefault="00285264" w14:paraId="39108797" w14:textId="61911F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7D28">
              <w:rPr>
                <w:rFonts w:ascii="Corbel" w:hAnsi="Corbel"/>
                <w:sz w:val="24"/>
                <w:szCs w:val="24"/>
              </w:rPr>
              <w:t>Frysztacki K. (2019)</w:t>
            </w:r>
            <w:r w:rsidR="00E04E39">
              <w:rPr>
                <w:rFonts w:ascii="Corbel" w:hAnsi="Corbel"/>
                <w:sz w:val="24"/>
                <w:szCs w:val="24"/>
              </w:rPr>
              <w:t>.</w:t>
            </w:r>
            <w:r w:rsidRPr="00257D28">
              <w:rPr>
                <w:rFonts w:ascii="Corbel" w:hAnsi="Corbel"/>
                <w:sz w:val="24"/>
                <w:szCs w:val="24"/>
              </w:rPr>
              <w:t xml:space="preserve"> Wokół pracy socjalnej. Od koncepcji i teorii do kontekstów empiryczno-aplikacyjnych</w:t>
            </w:r>
            <w:r w:rsidRPr="00257D28" w:rsidR="00B35F89">
              <w:rPr>
                <w:rFonts w:ascii="Corbel" w:hAnsi="Corbel"/>
                <w:sz w:val="24"/>
                <w:szCs w:val="24"/>
              </w:rPr>
              <w:t>.</w:t>
            </w:r>
            <w:r w:rsidR="008105B8">
              <w:rPr>
                <w:rFonts w:ascii="Corbel" w:hAnsi="Corbel"/>
                <w:sz w:val="24"/>
                <w:szCs w:val="24"/>
              </w:rPr>
              <w:t xml:space="preserve"> </w:t>
            </w:r>
            <w:r w:rsidR="00E16E86">
              <w:rPr>
                <w:rFonts w:ascii="Corbel" w:hAnsi="Corbel"/>
                <w:sz w:val="24"/>
                <w:szCs w:val="24"/>
              </w:rPr>
              <w:t xml:space="preserve">Kraków: </w:t>
            </w:r>
            <w:r w:rsidRPr="00257D28" w:rsidR="00257D28">
              <w:rPr>
                <w:rFonts w:ascii="Corbel" w:hAnsi="Corbel"/>
                <w:sz w:val="24"/>
                <w:szCs w:val="24"/>
              </w:rPr>
              <w:t>Wydawnictwo Uniwersytetu Jagiellońskiego.</w:t>
            </w:r>
          </w:p>
          <w:p w:rsidRPr="00257D28" w:rsidR="00285264" w:rsidP="42A37FF9" w:rsidRDefault="00285264" w14:paraId="393B93F2" w14:textId="255CD972">
            <w:pPr>
              <w:pStyle w:val="Normalny"/>
              <w:bidi w:val="0"/>
              <w:spacing w:before="0" w:beforeAutospacing="off" w:after="0" w:afterAutospacing="off" w:line="276" w:lineRule="auto"/>
              <w:ind w:left="0" w:right="0"/>
              <w:jc w:val="left"/>
              <w:rPr>
                <w:rFonts w:ascii="Corbel" w:hAnsi="Corbel"/>
                <w:sz w:val="24"/>
                <w:szCs w:val="24"/>
              </w:rPr>
            </w:pPr>
            <w:r w:rsidRPr="42A37FF9" w:rsidR="00DB7E00">
              <w:rPr>
                <w:rFonts w:ascii="Corbel" w:hAnsi="Corbel"/>
                <w:sz w:val="24"/>
                <w:szCs w:val="24"/>
              </w:rPr>
              <w:t>Czasopisma „Polityka Społeczna”, „Praca Socjalna”.</w:t>
            </w:r>
          </w:p>
          <w:p w:rsidRPr="00257D28" w:rsidR="00127F5A" w:rsidP="00285264" w:rsidRDefault="00285264" w14:paraId="638B21AD" w14:textId="597B3B31">
            <w:pPr>
              <w:rPr>
                <w:rFonts w:ascii="Corbel" w:hAnsi="Corbel"/>
                <w:sz w:val="24"/>
                <w:szCs w:val="24"/>
              </w:rPr>
            </w:pPr>
            <w:r w:rsidRPr="42A37FF9" w:rsidR="67E05781">
              <w:rPr>
                <w:rFonts w:ascii="Corbel" w:hAnsi="Corbel"/>
                <w:sz w:val="24"/>
                <w:szCs w:val="24"/>
              </w:rPr>
              <w:t>T</w:t>
            </w:r>
            <w:r w:rsidRPr="42A37FF9" w:rsidR="00127F5A">
              <w:rPr>
                <w:rFonts w:ascii="Corbel" w:hAnsi="Corbel"/>
                <w:sz w:val="24"/>
                <w:szCs w:val="24"/>
              </w:rPr>
              <w:t>rawkowska</w:t>
            </w:r>
            <w:r w:rsidRPr="42A37FF9" w:rsidR="00285264">
              <w:rPr>
                <w:rFonts w:ascii="Corbel" w:hAnsi="Corbel"/>
                <w:sz w:val="24"/>
                <w:szCs w:val="24"/>
              </w:rPr>
              <w:t>,</w:t>
            </w:r>
            <w:r w:rsidRPr="42A37FF9" w:rsidR="00127F5A">
              <w:rPr>
                <w:rFonts w:ascii="Corbel" w:hAnsi="Corbel"/>
                <w:sz w:val="24"/>
                <w:szCs w:val="24"/>
              </w:rPr>
              <w:t xml:space="preserve"> D.</w:t>
            </w:r>
            <w:r w:rsidRPr="42A37FF9" w:rsidR="00D05F25">
              <w:rPr>
                <w:rFonts w:ascii="Corbel" w:hAnsi="Corbel"/>
                <w:sz w:val="24"/>
                <w:szCs w:val="24"/>
              </w:rPr>
              <w:t xml:space="preserve"> (2006).</w:t>
            </w:r>
            <w:r w:rsidRPr="42A37FF9" w:rsidR="00127F5A">
              <w:rPr>
                <w:rFonts w:ascii="Corbel" w:hAnsi="Corbel"/>
                <w:sz w:val="24"/>
                <w:szCs w:val="24"/>
              </w:rPr>
              <w:t xml:space="preserve">Portret współczesnego pracownika socjalnego. </w:t>
            </w:r>
            <w:r w:rsidRPr="42A37FF9" w:rsidR="00E87EBF">
              <w:rPr>
                <w:rFonts w:ascii="Corbel" w:hAnsi="Corbel"/>
                <w:sz w:val="24"/>
                <w:szCs w:val="24"/>
              </w:rPr>
              <w:t>Katowice: Śląsk.</w:t>
            </w:r>
            <w:bookmarkStart w:name="_GoBack" w:id="0"/>
            <w:bookmarkEnd w:id="0"/>
          </w:p>
        </w:tc>
      </w:tr>
    </w:tbl>
    <w:p w:rsidRPr="009C54AE" w:rsidR="0085747A" w:rsidP="009C54AE" w:rsidRDefault="0085747A" w14:paraId="3B5D048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A8389A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343D67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C258E0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6A4" w:rsidP="00C16ABF" w:rsidRDefault="00CA66A4" w14:paraId="17DD3084" w14:textId="77777777">
      <w:pPr>
        <w:spacing w:after="0" w:line="240" w:lineRule="auto"/>
      </w:pPr>
      <w:r>
        <w:separator/>
      </w:r>
    </w:p>
  </w:endnote>
  <w:endnote w:type="continuationSeparator" w:id="0">
    <w:p w:rsidR="00CA66A4" w:rsidP="00C16ABF" w:rsidRDefault="00CA66A4" w14:paraId="22C7DB4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6A4" w:rsidP="00C16ABF" w:rsidRDefault="00CA66A4" w14:paraId="7B802A91" w14:textId="77777777">
      <w:pPr>
        <w:spacing w:after="0" w:line="240" w:lineRule="auto"/>
      </w:pPr>
      <w:r>
        <w:separator/>
      </w:r>
    </w:p>
  </w:footnote>
  <w:footnote w:type="continuationSeparator" w:id="0">
    <w:p w:rsidR="00CA66A4" w:rsidP="00C16ABF" w:rsidRDefault="00CA66A4" w14:paraId="08E04E8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E3E0BA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E65F3"/>
    <w:multiLevelType w:val="hybridMultilevel"/>
    <w:tmpl w:val="3C7CD6A4"/>
    <w:lvl w:ilvl="0" w:tplc="FD72B4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0A7042"/>
    <w:multiLevelType w:val="hybridMultilevel"/>
    <w:tmpl w:val="8C144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2E2BB2"/>
    <w:multiLevelType w:val="hybridMultilevel"/>
    <w:tmpl w:val="8FE273B6"/>
    <w:lvl w:ilvl="0" w:tplc="6CF6A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F31D6C"/>
    <w:multiLevelType w:val="hybridMultilevel"/>
    <w:tmpl w:val="86DAF252"/>
    <w:lvl w:ilvl="0" w:tplc="CECE6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41A9F"/>
    <w:multiLevelType w:val="hybridMultilevel"/>
    <w:tmpl w:val="D9DEBE4A"/>
    <w:lvl w:ilvl="0" w:tplc="D108CC7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eastAsia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534C8B"/>
    <w:multiLevelType w:val="hybridMultilevel"/>
    <w:tmpl w:val="85E6357C"/>
    <w:lvl w:ilvl="0" w:tplc="B628CD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FF6"/>
    <w:rsid w:val="00042A51"/>
    <w:rsid w:val="00042D2E"/>
    <w:rsid w:val="00044C82"/>
    <w:rsid w:val="00070ED6"/>
    <w:rsid w:val="00072C47"/>
    <w:rsid w:val="000742DC"/>
    <w:rsid w:val="00084C12"/>
    <w:rsid w:val="0009462C"/>
    <w:rsid w:val="00094B12"/>
    <w:rsid w:val="00096C46"/>
    <w:rsid w:val="000A1C50"/>
    <w:rsid w:val="000A296F"/>
    <w:rsid w:val="000A2A28"/>
    <w:rsid w:val="000A3CDF"/>
    <w:rsid w:val="000B192D"/>
    <w:rsid w:val="000B28EE"/>
    <w:rsid w:val="000B3CB3"/>
    <w:rsid w:val="000B3E37"/>
    <w:rsid w:val="000D04B0"/>
    <w:rsid w:val="000D0A9D"/>
    <w:rsid w:val="000F1C57"/>
    <w:rsid w:val="000F5615"/>
    <w:rsid w:val="00121F4D"/>
    <w:rsid w:val="00124BFF"/>
    <w:rsid w:val="0012560E"/>
    <w:rsid w:val="00127108"/>
    <w:rsid w:val="00127F5A"/>
    <w:rsid w:val="00134B13"/>
    <w:rsid w:val="00146BC0"/>
    <w:rsid w:val="00153C41"/>
    <w:rsid w:val="00154381"/>
    <w:rsid w:val="00157F1C"/>
    <w:rsid w:val="001640A7"/>
    <w:rsid w:val="00164FA7"/>
    <w:rsid w:val="00166A03"/>
    <w:rsid w:val="0017046E"/>
    <w:rsid w:val="001718A7"/>
    <w:rsid w:val="001737CF"/>
    <w:rsid w:val="00176083"/>
    <w:rsid w:val="00192F37"/>
    <w:rsid w:val="001A70D2"/>
    <w:rsid w:val="001C3D4C"/>
    <w:rsid w:val="001D657B"/>
    <w:rsid w:val="001D7B54"/>
    <w:rsid w:val="001E0209"/>
    <w:rsid w:val="001E4684"/>
    <w:rsid w:val="001F2CA2"/>
    <w:rsid w:val="002144C0"/>
    <w:rsid w:val="0022477D"/>
    <w:rsid w:val="002278A9"/>
    <w:rsid w:val="00231B53"/>
    <w:rsid w:val="002336F9"/>
    <w:rsid w:val="0024028F"/>
    <w:rsid w:val="00240C3B"/>
    <w:rsid w:val="00244ABC"/>
    <w:rsid w:val="00257D28"/>
    <w:rsid w:val="00281FF2"/>
    <w:rsid w:val="0028526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E07"/>
    <w:rsid w:val="00346FE9"/>
    <w:rsid w:val="0034753A"/>
    <w:rsid w:val="0034759A"/>
    <w:rsid w:val="003503F6"/>
    <w:rsid w:val="003530DD"/>
    <w:rsid w:val="00363F78"/>
    <w:rsid w:val="00392CFC"/>
    <w:rsid w:val="00397458"/>
    <w:rsid w:val="003A0A5B"/>
    <w:rsid w:val="003A1176"/>
    <w:rsid w:val="003B0D25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7E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4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6C18"/>
    <w:rsid w:val="005370B9"/>
    <w:rsid w:val="00543ACC"/>
    <w:rsid w:val="0056696D"/>
    <w:rsid w:val="00581F22"/>
    <w:rsid w:val="00590177"/>
    <w:rsid w:val="00593380"/>
    <w:rsid w:val="0059484D"/>
    <w:rsid w:val="005A0855"/>
    <w:rsid w:val="005A0D63"/>
    <w:rsid w:val="005A133C"/>
    <w:rsid w:val="005A1F74"/>
    <w:rsid w:val="005A2FD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05D"/>
    <w:rsid w:val="00627FC9"/>
    <w:rsid w:val="00634BC2"/>
    <w:rsid w:val="00635A81"/>
    <w:rsid w:val="00647FA8"/>
    <w:rsid w:val="00650C5F"/>
    <w:rsid w:val="00654934"/>
    <w:rsid w:val="0066050A"/>
    <w:rsid w:val="006620D9"/>
    <w:rsid w:val="00666D25"/>
    <w:rsid w:val="006712B6"/>
    <w:rsid w:val="00671958"/>
    <w:rsid w:val="00675843"/>
    <w:rsid w:val="00696477"/>
    <w:rsid w:val="006B3C18"/>
    <w:rsid w:val="006C1CE4"/>
    <w:rsid w:val="006D050F"/>
    <w:rsid w:val="006D6139"/>
    <w:rsid w:val="006E5D65"/>
    <w:rsid w:val="006E66B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8E8"/>
    <w:rsid w:val="00740281"/>
    <w:rsid w:val="00745302"/>
    <w:rsid w:val="007461D6"/>
    <w:rsid w:val="00746EC8"/>
    <w:rsid w:val="00763BF1"/>
    <w:rsid w:val="00765E72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5B8"/>
    <w:rsid w:val="0081554D"/>
    <w:rsid w:val="0081707E"/>
    <w:rsid w:val="00821BEA"/>
    <w:rsid w:val="008449B3"/>
    <w:rsid w:val="00845227"/>
    <w:rsid w:val="008552A2"/>
    <w:rsid w:val="0085747A"/>
    <w:rsid w:val="008645BC"/>
    <w:rsid w:val="00884922"/>
    <w:rsid w:val="00885F64"/>
    <w:rsid w:val="008904F6"/>
    <w:rsid w:val="008917F9"/>
    <w:rsid w:val="008A45F7"/>
    <w:rsid w:val="008C0CC0"/>
    <w:rsid w:val="008C13BA"/>
    <w:rsid w:val="008C19A9"/>
    <w:rsid w:val="008C379D"/>
    <w:rsid w:val="008C4643"/>
    <w:rsid w:val="008C5147"/>
    <w:rsid w:val="008C5359"/>
    <w:rsid w:val="008C5363"/>
    <w:rsid w:val="008C7ADF"/>
    <w:rsid w:val="008D3DFB"/>
    <w:rsid w:val="008E64F4"/>
    <w:rsid w:val="008F12C9"/>
    <w:rsid w:val="008F43F1"/>
    <w:rsid w:val="008F6E29"/>
    <w:rsid w:val="00901475"/>
    <w:rsid w:val="00916188"/>
    <w:rsid w:val="00923D7D"/>
    <w:rsid w:val="009508DF"/>
    <w:rsid w:val="00950DAC"/>
    <w:rsid w:val="00954A07"/>
    <w:rsid w:val="00962761"/>
    <w:rsid w:val="00990F03"/>
    <w:rsid w:val="00997F14"/>
    <w:rsid w:val="009A78D9"/>
    <w:rsid w:val="009C3E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439"/>
    <w:rsid w:val="00AC5762"/>
    <w:rsid w:val="00AD1146"/>
    <w:rsid w:val="00AD27D3"/>
    <w:rsid w:val="00AD2C4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89"/>
    <w:rsid w:val="00B40ADB"/>
    <w:rsid w:val="00B43B77"/>
    <w:rsid w:val="00B43E80"/>
    <w:rsid w:val="00B607DB"/>
    <w:rsid w:val="00B66529"/>
    <w:rsid w:val="00B74780"/>
    <w:rsid w:val="00B75946"/>
    <w:rsid w:val="00B771A1"/>
    <w:rsid w:val="00B8056E"/>
    <w:rsid w:val="00B819C8"/>
    <w:rsid w:val="00B82308"/>
    <w:rsid w:val="00B83EB2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E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6A4"/>
    <w:rsid w:val="00CC50D8"/>
    <w:rsid w:val="00CD6897"/>
    <w:rsid w:val="00CE4829"/>
    <w:rsid w:val="00CE5BAC"/>
    <w:rsid w:val="00CF06F3"/>
    <w:rsid w:val="00CF25BE"/>
    <w:rsid w:val="00CF78ED"/>
    <w:rsid w:val="00D023B6"/>
    <w:rsid w:val="00D02B25"/>
    <w:rsid w:val="00D02EBA"/>
    <w:rsid w:val="00D05F25"/>
    <w:rsid w:val="00D10212"/>
    <w:rsid w:val="00D17C3C"/>
    <w:rsid w:val="00D26B2C"/>
    <w:rsid w:val="00D352C9"/>
    <w:rsid w:val="00D425B2"/>
    <w:rsid w:val="00D428D6"/>
    <w:rsid w:val="00D552B2"/>
    <w:rsid w:val="00D608D1"/>
    <w:rsid w:val="00D657B8"/>
    <w:rsid w:val="00D74119"/>
    <w:rsid w:val="00D8075B"/>
    <w:rsid w:val="00D8678B"/>
    <w:rsid w:val="00DA2114"/>
    <w:rsid w:val="00DB4144"/>
    <w:rsid w:val="00DB7E00"/>
    <w:rsid w:val="00DD6369"/>
    <w:rsid w:val="00DE09C0"/>
    <w:rsid w:val="00DE3B2E"/>
    <w:rsid w:val="00DE4A14"/>
    <w:rsid w:val="00DE7AD1"/>
    <w:rsid w:val="00DF320D"/>
    <w:rsid w:val="00DF71C8"/>
    <w:rsid w:val="00E04E39"/>
    <w:rsid w:val="00E04F61"/>
    <w:rsid w:val="00E129B8"/>
    <w:rsid w:val="00E16E86"/>
    <w:rsid w:val="00E21E7D"/>
    <w:rsid w:val="00E22FBC"/>
    <w:rsid w:val="00E24BF5"/>
    <w:rsid w:val="00E25338"/>
    <w:rsid w:val="00E4145B"/>
    <w:rsid w:val="00E51E44"/>
    <w:rsid w:val="00E568A3"/>
    <w:rsid w:val="00E63348"/>
    <w:rsid w:val="00E678B9"/>
    <w:rsid w:val="00E72632"/>
    <w:rsid w:val="00E742AA"/>
    <w:rsid w:val="00E77E88"/>
    <w:rsid w:val="00E8107D"/>
    <w:rsid w:val="00E825DD"/>
    <w:rsid w:val="00E87EBF"/>
    <w:rsid w:val="00E960BB"/>
    <w:rsid w:val="00EA2074"/>
    <w:rsid w:val="00EA4832"/>
    <w:rsid w:val="00EA4E9D"/>
    <w:rsid w:val="00EC104F"/>
    <w:rsid w:val="00EC4899"/>
    <w:rsid w:val="00EC7C9C"/>
    <w:rsid w:val="00ED03AB"/>
    <w:rsid w:val="00ED32D2"/>
    <w:rsid w:val="00EE32DE"/>
    <w:rsid w:val="00EE5457"/>
    <w:rsid w:val="00EF0AD4"/>
    <w:rsid w:val="00F0273E"/>
    <w:rsid w:val="00F070AB"/>
    <w:rsid w:val="00F17567"/>
    <w:rsid w:val="00F27A7B"/>
    <w:rsid w:val="00F526AF"/>
    <w:rsid w:val="00F617C3"/>
    <w:rsid w:val="00F7066B"/>
    <w:rsid w:val="00F83B28"/>
    <w:rsid w:val="00F96F4A"/>
    <w:rsid w:val="00F974DA"/>
    <w:rsid w:val="00FA46E5"/>
    <w:rsid w:val="00FB7DBA"/>
    <w:rsid w:val="00FC1C25"/>
    <w:rsid w:val="00FC3F45"/>
    <w:rsid w:val="00FD503F"/>
    <w:rsid w:val="00FD7589"/>
    <w:rsid w:val="00FE5C84"/>
    <w:rsid w:val="00FF016A"/>
    <w:rsid w:val="00FF1401"/>
    <w:rsid w:val="00FF5E7D"/>
    <w:rsid w:val="088D4FA4"/>
    <w:rsid w:val="0D9BD1F2"/>
    <w:rsid w:val="0EE368CB"/>
    <w:rsid w:val="1898C413"/>
    <w:rsid w:val="1E517F27"/>
    <w:rsid w:val="21D1C6AB"/>
    <w:rsid w:val="2A6357CE"/>
    <w:rsid w:val="2B248AE9"/>
    <w:rsid w:val="2C1B0E4E"/>
    <w:rsid w:val="2D7BCD84"/>
    <w:rsid w:val="300B60D8"/>
    <w:rsid w:val="392AA6E9"/>
    <w:rsid w:val="3A3CFCC8"/>
    <w:rsid w:val="3F721128"/>
    <w:rsid w:val="42A37FF9"/>
    <w:rsid w:val="44DBCD68"/>
    <w:rsid w:val="45AB82B7"/>
    <w:rsid w:val="4F7510E0"/>
    <w:rsid w:val="5759DFDB"/>
    <w:rsid w:val="59042C8A"/>
    <w:rsid w:val="598BE356"/>
    <w:rsid w:val="5D96A98D"/>
    <w:rsid w:val="67E05781"/>
    <w:rsid w:val="712D4FBF"/>
    <w:rsid w:val="7BF4C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CBA3"/>
  <w15:chartTrackingRefBased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1E4684"/>
  </w:style>
  <w:style w:type="character" w:styleId="Odwoaniedokomentarza">
    <w:name w:val="annotation reference"/>
    <w:uiPriority w:val="99"/>
    <w:semiHidden/>
    <w:unhideWhenUsed/>
    <w:rsid w:val="00C258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8E0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C258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8E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C258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62CAD-3EAD-4EDB-BE74-24FF9921599D}"/>
</file>

<file path=customXml/itemProps2.xml><?xml version="1.0" encoding="utf-8"?>
<ds:datastoreItem xmlns:ds="http://schemas.openxmlformats.org/officeDocument/2006/customXml" ds:itemID="{5665F90A-E750-4FE1-A1FA-6F49FD340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09666-3944-4543-8A5B-4F9E45DD76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4CB11C-E252-41EA-AD14-2441F468FBC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Jamroży Krzysztof</cp:lastModifiedBy>
  <cp:revision>46</cp:revision>
  <cp:lastPrinted>2019-02-06T13:12:00Z</cp:lastPrinted>
  <dcterms:created xsi:type="dcterms:W3CDTF">2021-09-12T14:28:00Z</dcterms:created>
  <dcterms:modified xsi:type="dcterms:W3CDTF">2021-09-30T09:50:45Z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